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533" w:rsidRPr="002D2096" w:rsidRDefault="002D2096" w:rsidP="002D2096">
      <w:pPr>
        <w:pStyle w:val="Heading1"/>
        <w:rPr>
          <w:lang w:val="en-GB"/>
        </w:rPr>
      </w:pPr>
      <w:r>
        <w:rPr>
          <w:lang w:val="en-GB"/>
        </w:rPr>
        <w:t>Standard</w:t>
      </w:r>
    </w:p>
    <w:p w:rsidR="002D2096" w:rsidRDefault="002D2096">
      <w:pPr>
        <w:rPr>
          <w:lang w:val="en-GB"/>
        </w:rPr>
      </w:pPr>
      <w:r w:rsidRPr="002D2096">
        <w:rPr>
          <w:lang w:val="en-GB"/>
        </w:rPr>
        <w:t>Per question a visualization with option for other visualization types.</w:t>
      </w:r>
    </w:p>
    <w:p w:rsidR="00A408BF" w:rsidRDefault="00A408BF">
      <w:pPr>
        <w:rPr>
          <w:lang w:val="en-GB"/>
        </w:rPr>
      </w:pPr>
    </w:p>
    <w:p w:rsidR="00A408BF" w:rsidRDefault="00A408BF" w:rsidP="00A408BF">
      <w:pPr>
        <w:pStyle w:val="Heading1"/>
        <w:rPr>
          <w:lang w:val="en-GB"/>
        </w:rPr>
      </w:pPr>
      <w:r>
        <w:rPr>
          <w:lang w:val="en-GB"/>
        </w:rPr>
        <w:t>Own results</w:t>
      </w:r>
    </w:p>
    <w:p w:rsidR="00A408BF" w:rsidRPr="00A408BF" w:rsidRDefault="00A408BF" w:rsidP="00A408BF">
      <w:pPr>
        <w:rPr>
          <w:lang w:val="en-GB"/>
        </w:rPr>
      </w:pPr>
      <w:r>
        <w:rPr>
          <w:lang w:val="en-GB"/>
        </w:rPr>
        <w:t>The session player has own results. This means results need to be linked to a user. In the dashboard, your own results will then be viewable.</w:t>
      </w:r>
      <w:bookmarkStart w:id="0" w:name="_GoBack"/>
      <w:bookmarkEnd w:id="0"/>
    </w:p>
    <w:p w:rsidR="002D2096" w:rsidRDefault="002D2096" w:rsidP="002D2096">
      <w:pPr>
        <w:pStyle w:val="Heading1"/>
        <w:rPr>
          <w:lang w:val="en-GB"/>
        </w:rPr>
      </w:pPr>
      <w:r>
        <w:rPr>
          <w:lang w:val="en-GB"/>
        </w:rPr>
        <w:t>Combinations</w:t>
      </w:r>
    </w:p>
    <w:p w:rsidR="002D2096" w:rsidRDefault="002D2096" w:rsidP="002D2096">
      <w:pPr>
        <w:rPr>
          <w:lang w:val="en-GB"/>
        </w:rPr>
      </w:pPr>
      <w:r>
        <w:rPr>
          <w:lang w:val="en-GB"/>
        </w:rPr>
        <w:t xml:space="preserve">A feature that allows question results to be combined. For example. Two integer type questions will have the visualization ‘scatterplot’. </w:t>
      </w:r>
    </w:p>
    <w:p w:rsidR="002D2096" w:rsidRDefault="002D2096" w:rsidP="002D2096">
      <w:pPr>
        <w:rPr>
          <w:lang w:val="en-GB"/>
        </w:rPr>
      </w:pPr>
      <w:r>
        <w:rPr>
          <w:lang w:val="en-GB"/>
        </w:rPr>
        <w:t>Scenario: 1 MC question and 1 integer result from a game.</w:t>
      </w:r>
    </w:p>
    <w:p w:rsidR="002D2096" w:rsidRDefault="002D2096" w:rsidP="002D2096">
      <w:pPr>
        <w:rPr>
          <w:lang w:val="en-GB"/>
        </w:rPr>
      </w:pPr>
      <w:r>
        <w:rPr>
          <w:lang w:val="en-GB"/>
        </w:rPr>
        <w:t>What kind of player are you? (MC)</w:t>
      </w:r>
    </w:p>
    <w:p w:rsidR="002D2096" w:rsidRDefault="002D2096" w:rsidP="002D2096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Leader</w:t>
      </w:r>
    </w:p>
    <w:p w:rsidR="002D2096" w:rsidRDefault="002D2096" w:rsidP="002D2096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Follower</w:t>
      </w:r>
    </w:p>
    <w:p w:rsidR="002D2096" w:rsidRDefault="002D2096" w:rsidP="002D2096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Thinker</w:t>
      </w:r>
    </w:p>
    <w:p w:rsidR="002D2096" w:rsidRDefault="00C11047" w:rsidP="002D2096">
      <w:pPr>
        <w:rPr>
          <w:lang w:val="en-GB"/>
        </w:rPr>
      </w:pPr>
      <w:r>
        <w:rPr>
          <w:lang w:val="en-GB"/>
        </w:rPr>
        <w:t>Data logger from game: average movement speed</w:t>
      </w:r>
    </w:p>
    <w:p w:rsidR="00C11047" w:rsidRDefault="00C11047" w:rsidP="002D2096">
      <w:pPr>
        <w:rPr>
          <w:lang w:val="en-GB"/>
        </w:rPr>
      </w:pPr>
      <w:r>
        <w:rPr>
          <w:lang w:val="en-GB"/>
        </w:rPr>
        <w:t>So combined you can have something like:</w:t>
      </w:r>
    </w:p>
    <w:p w:rsidR="00C11047" w:rsidRDefault="00C11047" w:rsidP="002D2096">
      <w:pPr>
        <w:rPr>
          <w:lang w:val="en-GB"/>
        </w:rPr>
      </w:pPr>
      <w:r>
        <w:rPr>
          <w:noProof/>
          <w:lang w:eastAsia="nl-NL"/>
        </w:rPr>
        <w:drawing>
          <wp:inline distT="0" distB="0" distL="0" distR="0">
            <wp:extent cx="3813175" cy="2829560"/>
            <wp:effectExtent l="0" t="0" r="0" b="8890"/>
            <wp:docPr id="1" name="Picture 1" descr="D:\RESEARCHTOOL\Doc\Research Data Visualization\co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RESEARCHTOOL\Doc\Research Data Visualization\com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282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47" w:rsidRPr="002D2096" w:rsidRDefault="00C11047" w:rsidP="002D2096">
      <w:pPr>
        <w:rPr>
          <w:lang w:val="en-GB"/>
        </w:rPr>
      </w:pPr>
    </w:p>
    <w:sectPr w:rsidR="00C11047" w:rsidRPr="002D20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224AB"/>
    <w:multiLevelType w:val="hybridMultilevel"/>
    <w:tmpl w:val="D7B4B6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096"/>
    <w:rsid w:val="002D2096"/>
    <w:rsid w:val="00316DEB"/>
    <w:rsid w:val="00A408BF"/>
    <w:rsid w:val="00C11047"/>
    <w:rsid w:val="00D0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20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20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D20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04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408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20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20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D20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04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408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9E52C504.dotm</Template>
  <TotalTime>22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Frans van Agthoven</dc:creator>
  <cp:lastModifiedBy>Frans van Agthoven</cp:lastModifiedBy>
  <cp:revision>1</cp:revision>
  <dcterms:created xsi:type="dcterms:W3CDTF">2011-08-04T14:49:00Z</dcterms:created>
  <dcterms:modified xsi:type="dcterms:W3CDTF">2011-08-04T15:11:00Z</dcterms:modified>
</cp:coreProperties>
</file>